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</w:p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</w:p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</w:p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</w:p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</w:p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</w:p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</w:p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</w:p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</w:p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</w:p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</w:p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</w:p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</w:p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</w:p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</w:p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</w:p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</w:p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</w:p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</w:p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</w:p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</w:p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</w:p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</w:p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</w:p>
    <w:p w:rsidR="00273A0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  <w:r w:rsidRPr="00C1638C">
        <w:rPr>
          <w:rFonts w:ascii="Courier New" w:hAnsi="Courier New" w:cs="Courier New"/>
          <w:b/>
          <w:bCs/>
          <w:noProof/>
          <w:sz w:val="23"/>
          <w:szCs w:val="2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63.5pt;height:325.5pt;visibility:visible">
            <v:imagedata r:id="rId4" o:title=""/>
          </v:shape>
        </w:pict>
      </w:r>
    </w:p>
    <w:p w:rsidR="00273A01" w:rsidRPr="00D51021" w:rsidRDefault="00273A01" w:rsidP="00445C70">
      <w:pPr>
        <w:spacing w:line="240" w:lineRule="auto"/>
        <w:contextualSpacing/>
        <w:jc w:val="center"/>
        <w:rPr>
          <w:rFonts w:ascii="Courier New" w:hAnsi="Courier New" w:cs="Courier New"/>
          <w:b/>
          <w:bCs/>
          <w:sz w:val="23"/>
          <w:szCs w:val="23"/>
        </w:rPr>
      </w:pPr>
      <w:r w:rsidRPr="00C1638C">
        <w:rPr>
          <w:rFonts w:ascii="Courier New" w:hAnsi="Courier New" w:cs="Courier New"/>
          <w:b/>
          <w:bCs/>
          <w:noProof/>
          <w:sz w:val="23"/>
          <w:szCs w:val="23"/>
        </w:rPr>
        <w:pict>
          <v:shape id="Picture 2" o:spid="_x0000_i1026" type="#_x0000_t75" style="width:462.75pt;height:393.75pt;visibility:visible">
            <v:imagedata r:id="rId5" o:title=""/>
          </v:shape>
        </w:pict>
      </w:r>
    </w:p>
    <w:sectPr w:rsidR="00273A01" w:rsidRPr="00D51021" w:rsidSect="00C704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defaultTabStop w:val="720"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1F1E"/>
    <w:rsid w:val="000F389D"/>
    <w:rsid w:val="001778EB"/>
    <w:rsid w:val="00271F1E"/>
    <w:rsid w:val="00273A01"/>
    <w:rsid w:val="00445C70"/>
    <w:rsid w:val="00594691"/>
    <w:rsid w:val="007404C9"/>
    <w:rsid w:val="00744ACC"/>
    <w:rsid w:val="007A1C88"/>
    <w:rsid w:val="00837CD3"/>
    <w:rsid w:val="00951B2F"/>
    <w:rsid w:val="009523AE"/>
    <w:rsid w:val="009A4B3E"/>
    <w:rsid w:val="00A7317C"/>
    <w:rsid w:val="00C1638C"/>
    <w:rsid w:val="00C7045E"/>
    <w:rsid w:val="00CE7572"/>
    <w:rsid w:val="00D14A19"/>
    <w:rsid w:val="00D51021"/>
    <w:rsid w:val="00DC005D"/>
    <w:rsid w:val="00E45AC5"/>
    <w:rsid w:val="00EA4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B2F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51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0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4</Words>
  <Characters>24</Characters>
  <Application>Microsoft Office Outlook</Application>
  <DocSecurity>0</DocSecurity>
  <Lines>0</Lines>
  <Paragraphs>0</Paragraphs>
  <ScaleCrop>false</ScaleCrop>
  <Company>Drexel 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Tony G</dc:creator>
  <cp:keywords/>
  <dc:description/>
  <cp:lastModifiedBy>udsd</cp:lastModifiedBy>
  <cp:revision>2</cp:revision>
  <dcterms:created xsi:type="dcterms:W3CDTF">2012-02-13T12:57:00Z</dcterms:created>
  <dcterms:modified xsi:type="dcterms:W3CDTF">2012-02-13T12:57:00Z</dcterms:modified>
</cp:coreProperties>
</file>